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690B5C6D" w:rsidR="0033636C" w:rsidRPr="00B714A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B714A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714AE" w:rsidRPr="00B714AE">
            <w:rPr>
              <w:rFonts w:ascii="Times New Roman" w:hAnsi="Times New Roman"/>
              <w:sz w:val="28"/>
              <w:szCs w:val="28"/>
            </w:rPr>
            <w:t>03 октября 2025 года</w:t>
          </w:r>
        </w:sdtContent>
      </w:sdt>
      <w:r w:rsidRPr="00B714A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714AE" w:rsidRPr="00B714AE">
            <w:rPr>
              <w:rFonts w:ascii="Times New Roman" w:hAnsi="Times New Roman"/>
              <w:sz w:val="28"/>
              <w:szCs w:val="28"/>
            </w:rPr>
            <w:t>701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D977695" w14:textId="77777777" w:rsidR="00431B2B" w:rsidRPr="00431B2B" w:rsidRDefault="00093B08" w:rsidP="00431B2B">
      <w:pPr>
        <w:jc w:val="center"/>
        <w:rPr>
          <w:rFonts w:ascii="Times New Roman" w:hAnsi="Times New Roman"/>
          <w:b/>
          <w:sz w:val="28"/>
          <w:szCs w:val="28"/>
        </w:rPr>
      </w:pPr>
      <w:r w:rsidRPr="00431B2B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  <w:r w:rsidR="00431B2B" w:rsidRPr="00431B2B">
        <w:rPr>
          <w:rFonts w:ascii="Times New Roman" w:hAnsi="Times New Roman"/>
          <w:b/>
          <w:sz w:val="28"/>
          <w:szCs w:val="28"/>
        </w:rPr>
        <w:t>администрации муниципального</w:t>
      </w:r>
      <w:r w:rsidRPr="00431B2B">
        <w:rPr>
          <w:rFonts w:ascii="Times New Roman" w:hAnsi="Times New Roman"/>
          <w:b/>
          <w:sz w:val="28"/>
          <w:szCs w:val="28"/>
        </w:rPr>
        <w:t xml:space="preserve"> образования Ногликский муниципальный округ Сахалинской области от 22.01.2025 № 11 «Об утверждении перечня главных администраторов доходов бюджета, главных администраторов источников </w:t>
      </w:r>
      <w:r w:rsidR="00431B2B" w:rsidRPr="00431B2B">
        <w:rPr>
          <w:rFonts w:ascii="Times New Roman" w:hAnsi="Times New Roman"/>
          <w:b/>
          <w:sz w:val="28"/>
          <w:szCs w:val="28"/>
        </w:rPr>
        <w:t xml:space="preserve">финансирования дефицита бюджета муниципального образования </w:t>
      </w:r>
      <w:r w:rsidR="00431B2B" w:rsidRPr="00431B2B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</w:t>
      </w:r>
      <w:r w:rsidR="00431B2B" w:rsidRPr="00431B2B">
        <w:rPr>
          <w:rFonts w:ascii="Times New Roman" w:hAnsi="Times New Roman"/>
          <w:b/>
          <w:sz w:val="28"/>
          <w:szCs w:val="28"/>
        </w:rPr>
        <w:t xml:space="preserve">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431B2B" w:rsidRPr="00431B2B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области»</w:t>
      </w:r>
    </w:p>
    <w:p w14:paraId="0DCF5580" w14:textId="6ABF07B4" w:rsidR="0033636C" w:rsidRPr="00A30AF1" w:rsidRDefault="0033636C" w:rsidP="0033636C">
      <w:pPr>
        <w:jc w:val="center"/>
        <w:rPr>
          <w:rFonts w:ascii="Times New Roman" w:hAnsi="Times New Roman"/>
          <w:sz w:val="28"/>
          <w:szCs w:val="28"/>
        </w:rPr>
      </w:pPr>
    </w:p>
    <w:p w14:paraId="6D751CFB" w14:textId="43CEC527" w:rsidR="00431B2B" w:rsidRPr="00205D38" w:rsidRDefault="00431B2B" w:rsidP="00431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</w:t>
      </w:r>
      <w:r>
        <w:rPr>
          <w:rFonts w:ascii="Times New Roman" w:hAnsi="Times New Roman"/>
          <w:sz w:val="28"/>
          <w:szCs w:val="28"/>
        </w:rPr>
        <w:t>ей</w:t>
      </w:r>
      <w:r w:rsidRPr="00205D38">
        <w:rPr>
          <w:rFonts w:ascii="Times New Roman" w:hAnsi="Times New Roman"/>
          <w:sz w:val="28"/>
          <w:szCs w:val="28"/>
        </w:rPr>
        <w:t xml:space="preserve"> 160.1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D38"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>с постановлени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</w:t>
      </w:r>
      <w:r>
        <w:rPr>
          <w:rFonts w:ascii="Times New Roman" w:hAnsi="Times New Roman"/>
          <w:sz w:val="28"/>
          <w:szCs w:val="28"/>
          <w:lang w:eastAsia="ru-RU"/>
        </w:rPr>
        <w:t xml:space="preserve">ерации </w:t>
      </w:r>
      <w:r w:rsidR="00384D9C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от 16.09.2021 № 1569 «Об утверждении общих требований к закреплению </w:t>
      </w:r>
      <w:r w:rsidR="00384D9C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40E5AF50" w14:textId="79AAF071" w:rsidR="00431B2B" w:rsidRPr="000E690F" w:rsidRDefault="00431B2B" w:rsidP="00431B2B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690F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Pr="000E690F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22</w:t>
      </w:r>
      <w:r w:rsidRPr="000E6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Pr="000E690F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0E690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</w:t>
      </w:r>
      <w:r w:rsidRPr="000E690F">
        <w:rPr>
          <w:rFonts w:ascii="Times New Roman" w:hAnsi="Times New Roman"/>
          <w:sz w:val="28"/>
          <w:szCs w:val="28"/>
        </w:rPr>
        <w:t xml:space="preserve"> «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бюджета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 (в редакции от 01.07.2025 № 436)</w:t>
      </w:r>
      <w:r w:rsidRPr="000E690F">
        <w:rPr>
          <w:rFonts w:ascii="Times New Roman" w:hAnsi="Times New Roman"/>
          <w:sz w:val="28"/>
          <w:szCs w:val="28"/>
        </w:rPr>
        <w:t xml:space="preserve"> (далее – постановление) изменения, изложив </w:t>
      </w:r>
      <w:r w:rsidR="00384D9C">
        <w:rPr>
          <w:rFonts w:ascii="Times New Roman" w:hAnsi="Times New Roman"/>
          <w:sz w:val="28"/>
          <w:szCs w:val="28"/>
        </w:rPr>
        <w:t>п</w:t>
      </w:r>
      <w:r w:rsidRPr="000E690F">
        <w:rPr>
          <w:rFonts w:ascii="Times New Roman" w:hAnsi="Times New Roman"/>
          <w:sz w:val="28"/>
          <w:szCs w:val="28"/>
        </w:rPr>
        <w:t xml:space="preserve">риложение 1 «Перечень </w:t>
      </w:r>
      <w:r w:rsidRPr="000E690F">
        <w:rPr>
          <w:rFonts w:ascii="Times New Roman" w:hAnsi="Times New Roman"/>
          <w:bCs/>
          <w:sz w:val="28"/>
          <w:szCs w:val="28"/>
        </w:rPr>
        <w:t xml:space="preserve">главных администраторов доходов бюджета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690F">
        <w:rPr>
          <w:rFonts w:ascii="Times New Roman" w:hAnsi="Times New Roman"/>
          <w:sz w:val="28"/>
          <w:szCs w:val="28"/>
        </w:rPr>
        <w:t>в новой редакции (прилага</w:t>
      </w:r>
      <w:r>
        <w:rPr>
          <w:rFonts w:ascii="Times New Roman" w:hAnsi="Times New Roman"/>
          <w:sz w:val="28"/>
          <w:szCs w:val="28"/>
        </w:rPr>
        <w:t>е</w:t>
      </w:r>
      <w:r w:rsidRPr="000E690F">
        <w:rPr>
          <w:rFonts w:ascii="Times New Roman" w:hAnsi="Times New Roman"/>
          <w:sz w:val="28"/>
          <w:szCs w:val="28"/>
        </w:rPr>
        <w:t>тся).</w:t>
      </w:r>
    </w:p>
    <w:p w14:paraId="468359B8" w14:textId="77777777" w:rsidR="00431B2B" w:rsidRDefault="00431B2B" w:rsidP="00431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3815B086" w14:textId="77777777" w:rsidR="00431B2B" w:rsidRDefault="00431B2B" w:rsidP="00431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 и распространяется на правоотношения, возникшие с 01 июля 2025 года.</w:t>
      </w:r>
    </w:p>
    <w:p w14:paraId="3321E5DD" w14:textId="77777777" w:rsidR="00431B2B" w:rsidRDefault="00431B2B" w:rsidP="00431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начальника финансового управления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Петрушенко Е.В. </w:t>
      </w:r>
    </w:p>
    <w:p w14:paraId="0DCF5583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4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D4DABC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  <w:t xml:space="preserve">        </w:t>
      </w:r>
    </w:p>
    <w:p w14:paraId="0DCF558E" w14:textId="4419CD68" w:rsidR="008629FA" w:rsidRPr="00D12794" w:rsidRDefault="00093B08" w:rsidP="00612B86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612B86">
        <w:rPr>
          <w:rFonts w:ascii="Times New Roman" w:hAnsi="Times New Roman"/>
          <w:sz w:val="28"/>
          <w:szCs w:val="28"/>
        </w:rPr>
        <w:tab/>
        <w:t>С.В. Гурьянов</w:t>
      </w:r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84D9C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1F2C5" w14:textId="77777777" w:rsidR="00FA0171" w:rsidRDefault="00FA0171" w:rsidP="0033636C">
      <w:pPr>
        <w:spacing w:after="0" w:line="240" w:lineRule="auto"/>
      </w:pPr>
      <w:r>
        <w:separator/>
      </w:r>
    </w:p>
  </w:endnote>
  <w:endnote w:type="continuationSeparator" w:id="0">
    <w:p w14:paraId="70B29025" w14:textId="77777777" w:rsidR="00FA0171" w:rsidRDefault="00FA017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39C568F5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29118" w14:textId="77777777" w:rsidR="00FA0171" w:rsidRDefault="00FA0171" w:rsidP="0033636C">
      <w:pPr>
        <w:spacing w:after="0" w:line="240" w:lineRule="auto"/>
      </w:pPr>
      <w:r>
        <w:separator/>
      </w:r>
    </w:p>
  </w:footnote>
  <w:footnote w:type="continuationSeparator" w:id="0">
    <w:p w14:paraId="6734DAE3" w14:textId="77777777" w:rsidR="00FA0171" w:rsidRDefault="00FA0171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3154673"/>
      <w:docPartObj>
        <w:docPartGallery w:val="Page Numbers (Top of Page)"/>
        <w:docPartUnique/>
      </w:docPartObj>
    </w:sdtPr>
    <w:sdtEndPr/>
    <w:sdtContent>
      <w:p w14:paraId="48BFD544" w14:textId="32DB2882" w:rsidR="00384D9C" w:rsidRDefault="00384D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4AE">
          <w:rPr>
            <w:noProof/>
          </w:rPr>
          <w:t>2</w:t>
        </w:r>
        <w:r>
          <w:fldChar w:fldCharType="end"/>
        </w:r>
      </w:p>
    </w:sdtContent>
  </w:sdt>
  <w:p w14:paraId="0BE2A2D9" w14:textId="77777777" w:rsidR="00384D9C" w:rsidRDefault="00384D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33636C"/>
    <w:rsid w:val="00384D9C"/>
    <w:rsid w:val="003E4257"/>
    <w:rsid w:val="00431B2B"/>
    <w:rsid w:val="00520CBF"/>
    <w:rsid w:val="00612B86"/>
    <w:rsid w:val="008629FA"/>
    <w:rsid w:val="00987DB5"/>
    <w:rsid w:val="00A30AF1"/>
    <w:rsid w:val="00AC72C8"/>
    <w:rsid w:val="00B10ED9"/>
    <w:rsid w:val="00B25688"/>
    <w:rsid w:val="00B714AE"/>
    <w:rsid w:val="00C02849"/>
    <w:rsid w:val="00D12794"/>
    <w:rsid w:val="00D67BD8"/>
    <w:rsid w:val="00DF7897"/>
    <w:rsid w:val="00E37B8A"/>
    <w:rsid w:val="00E609BC"/>
    <w:rsid w:val="00EA01ED"/>
    <w:rsid w:val="00FA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31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06FEF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2025-10-03T05:56:00Z</dcterms:modified>
</cp:coreProperties>
</file>